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</w:t>
      </w:r>
      <w:r w:rsidR="00AD2FAA">
        <w:rPr>
          <w:rFonts w:ascii="Cambria" w:hAnsi="Cambria" w:cs="Tahoma"/>
          <w:sz w:val="20"/>
          <w:szCs w:val="20"/>
        </w:rPr>
        <w:t xml:space="preserve">. </w:t>
      </w:r>
      <w:r w:rsidR="00AD2FAA">
        <w:rPr>
          <w:rFonts w:ascii="Cambria" w:hAnsi="Cambria"/>
          <w:b/>
          <w:sz w:val="20"/>
          <w:szCs w:val="20"/>
        </w:rPr>
        <w:t>„</w:t>
      </w:r>
      <w:r w:rsidR="00422329">
        <w:rPr>
          <w:rFonts w:ascii="Cambria" w:hAnsi="Cambria"/>
          <w:b/>
          <w:sz w:val="20"/>
          <w:szCs w:val="20"/>
        </w:rPr>
        <w:t>Sekretarka/asystentka zarządu</w:t>
      </w:r>
      <w:r w:rsidR="00AD2FAA" w:rsidRPr="00AD2FAA">
        <w:rPr>
          <w:rFonts w:ascii="Cambria" w:hAnsi="Cambri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422329">
        <w:rPr>
          <w:rFonts w:ascii="Cambria" w:eastAsia="Calibri" w:hAnsi="Cambria" w:cs="Tahoma"/>
          <w:sz w:val="20"/>
          <w:szCs w:val="20"/>
        </w:rPr>
        <w:t>5</w:t>
      </w:r>
      <w:r w:rsidR="00AD2FAA">
        <w:rPr>
          <w:rFonts w:ascii="Cambria" w:eastAsia="Calibri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>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091AA9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  <w:bookmarkStart w:id="1" w:name="_GoBack"/>
      <w:bookmarkEnd w:id="1"/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1B6981" w:rsidRDefault="001B6981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E11A4A" w:rsidRDefault="00E11A4A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71093" w:rsidRPr="00707103" w:rsidRDefault="00071093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806E0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221" w:rsidRDefault="00E50221">
    <w:pPr>
      <w:pStyle w:val="Stopka"/>
    </w:pPr>
    <w:r>
      <w:rPr>
        <w:noProof/>
        <w:lang w:eastAsia="pl-PL"/>
      </w:rPr>
      <w:drawing>
        <wp:inline distT="0" distB="0" distL="0" distR="0" wp14:anchorId="5BFE7F35" wp14:editId="4D62EE2B">
          <wp:extent cx="5759450" cy="807720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Pr="004B709E" w:rsidRDefault="00545FE3" w:rsidP="00212518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422329">
      <w:rPr>
        <w:rFonts w:ascii="Cambria" w:eastAsia="Calibri" w:hAnsi="Cambria" w:cs="Tahoma"/>
        <w:b/>
        <w:bCs/>
        <w:sz w:val="20"/>
        <w:szCs w:val="20"/>
      </w:rPr>
      <w:t>4</w:t>
    </w:r>
    <w:r w:rsidR="00212518">
      <w:rPr>
        <w:rFonts w:ascii="Cambria" w:eastAsia="Calibri" w:hAnsi="Cambria" w:cs="Tahoma"/>
        <w:b/>
        <w:bCs/>
        <w:sz w:val="20"/>
        <w:szCs w:val="20"/>
      </w:rPr>
      <w:t>/2</w:t>
    </w:r>
    <w:r w:rsidR="004B709E">
      <w:rPr>
        <w:rFonts w:ascii="Cambria" w:eastAsia="Calibri" w:hAnsi="Cambria" w:cs="Tahoma"/>
        <w:b/>
        <w:bCs/>
        <w:sz w:val="20"/>
        <w:szCs w:val="20"/>
      </w:rPr>
      <w:t>5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0D30B8"/>
    <w:rsid w:val="00124659"/>
    <w:rsid w:val="001B6981"/>
    <w:rsid w:val="00212518"/>
    <w:rsid w:val="00406B22"/>
    <w:rsid w:val="00422329"/>
    <w:rsid w:val="004B21F0"/>
    <w:rsid w:val="004B709E"/>
    <w:rsid w:val="00545FE3"/>
    <w:rsid w:val="00613BD1"/>
    <w:rsid w:val="00806E03"/>
    <w:rsid w:val="008143EA"/>
    <w:rsid w:val="00AD2FAA"/>
    <w:rsid w:val="00B06284"/>
    <w:rsid w:val="00B556E0"/>
    <w:rsid w:val="00BA1FD9"/>
    <w:rsid w:val="00BF439E"/>
    <w:rsid w:val="00E11A4A"/>
    <w:rsid w:val="00E50221"/>
    <w:rsid w:val="00F12AAC"/>
    <w:rsid w:val="00F2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B4A035BA</Template>
  <TotalTime>4</TotalTime>
  <Pages>2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7</cp:revision>
  <cp:lastPrinted>2023-08-08T10:01:00Z</cp:lastPrinted>
  <dcterms:created xsi:type="dcterms:W3CDTF">2025-03-13T10:24:00Z</dcterms:created>
  <dcterms:modified xsi:type="dcterms:W3CDTF">2025-03-27T11:30:00Z</dcterms:modified>
</cp:coreProperties>
</file>