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874F4E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EB4F46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7</w:t>
      </w:r>
      <w:r w:rsidR="001359A3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2</w:t>
      </w:r>
      <w:r w:rsidR="002134F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4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550ED0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2. </w:t>
      </w:r>
      <w:r w:rsidRPr="00550ED0">
        <w:rPr>
          <w:rFonts w:ascii="Cambria" w:hAnsi="Cambria" w:cs="Arial"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874F4E" w:rsidRPr="00550ED0" w:rsidRDefault="00874F4E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874F4E" w:rsidRPr="00874F4E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1359A3" w:rsidRDefault="00550ED0" w:rsidP="001359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EB4F46" w:rsidRPr="00EB4F46">
        <w:rPr>
          <w:rFonts w:ascii="Cambria" w:hAnsi="Cambria" w:cs="Arial"/>
          <w:b/>
          <w:i/>
          <w:iCs/>
          <w:sz w:val="20"/>
          <w:szCs w:val="20"/>
        </w:rPr>
        <w:t>„Ekologiczny pracownik porządkowy z elementami pielęgnacji roślin”</w:t>
      </w:r>
    </w:p>
    <w:p w:rsidR="001359A3" w:rsidRPr="001359A3" w:rsidRDefault="001359A3" w:rsidP="001359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z</w:t>
      </w:r>
      <w:r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874F4E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74F4E">
        <w:rPr>
          <w:rFonts w:ascii="Cambria" w:hAnsi="Cambria"/>
          <w:sz w:val="20"/>
          <w:szCs w:val="20"/>
        </w:rPr>
        <w:t>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874F4E" w:rsidRPr="00280ACC" w:rsidRDefault="00550ED0" w:rsidP="00874F4E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874F4E" w:rsidRPr="00874F4E" w:rsidRDefault="00280ACC" w:rsidP="00BE5C4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bookmarkStart w:id="0" w:name="_GoBack"/>
      <w:bookmarkEnd w:id="0"/>
    </w:p>
    <w:p w:rsidR="00F942E8" w:rsidRPr="00550ED0" w:rsidRDefault="00F942E8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EB4F46" w:rsidP="00550ED0">
      <w:pPr>
        <w:keepNext/>
        <w:autoSpaceDN w:val="0"/>
        <w:spacing w:before="240" w:after="60" w:line="240" w:lineRule="auto"/>
        <w:ind w:left="142"/>
        <w:outlineLvl w:val="0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eastAsia="Times New Roman" w:hAnsi="Cambria" w:cs="Times New Roman"/>
          <w:b/>
          <w:kern w:val="32"/>
          <w:sz w:val="20"/>
          <w:szCs w:val="20"/>
        </w:rPr>
        <w:t>4</w:t>
      </w:r>
      <w:r w:rsidR="00550ED0" w:rsidRPr="00550ED0">
        <w:rPr>
          <w:rFonts w:ascii="Cambria" w:eastAsia="Times New Roman" w:hAnsi="Cambria" w:cs="Times New Roman"/>
          <w:b/>
          <w:kern w:val="32"/>
          <w:sz w:val="20"/>
          <w:szCs w:val="20"/>
        </w:rPr>
        <w:t>.</w:t>
      </w:r>
      <w:r w:rsidR="00550ED0" w:rsidRPr="00550ED0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 xml:space="preserve"> Rodzaj dokumentu wydanego absolwentowi szkolenia potwierdzającego ukończenie szkolenia i uzyskane kwalifikacje</w:t>
      </w:r>
    </w:p>
    <w:p w:rsid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874F4E" w:rsidRDefault="00874F4E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>Liczba uczestników:  ……………</w:t>
      </w: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lastRenderedPageBreak/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 (bez wyżywienia): ………………….. zł.</w:t>
      </w:r>
    </w:p>
    <w:p w:rsidR="001B4479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10</w:t>
      </w:r>
      <w:r w:rsidR="001B4479">
        <w:rPr>
          <w:rFonts w:ascii="Cambria" w:hAnsi="Cambria"/>
          <w:b/>
          <w:bCs/>
          <w:sz w:val="20"/>
          <w:szCs w:val="20"/>
        </w:rPr>
        <w:t>. Cena wyżywienia dla jednego uczestnika szkolenia:……………………….. 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EB4F46">
        <w:rPr>
          <w:rFonts w:ascii="Cambria" w:hAnsi="Cambria"/>
          <w:b/>
          <w:bCs/>
          <w:sz w:val="20"/>
          <w:szCs w:val="20"/>
        </w:rPr>
        <w:t>1</w:t>
      </w:r>
      <w:r w:rsidRPr="00550ED0">
        <w:rPr>
          <w:rFonts w:ascii="Cambria" w:hAnsi="Cambria"/>
          <w:b/>
          <w:bCs/>
          <w:sz w:val="20"/>
          <w:szCs w:val="20"/>
        </w:rPr>
        <w:t>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EB4F46">
        <w:rPr>
          <w:rFonts w:ascii="Cambria" w:hAnsi="Cambria"/>
          <w:b/>
          <w:bCs/>
          <w:sz w:val="20"/>
          <w:szCs w:val="20"/>
        </w:rPr>
        <w:t>2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407B00">
        <w:rPr>
          <w:rFonts w:ascii="Cambria" w:hAnsi="Cambria"/>
          <w:b/>
          <w:bCs/>
          <w:sz w:val="20"/>
          <w:szCs w:val="20"/>
        </w:rPr>
        <w:t>5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</w:t>
      </w:r>
      <w:r w:rsidR="00EB4F46">
        <w:rPr>
          <w:rFonts w:ascii="Cambria" w:hAnsi="Cambria"/>
          <w:b/>
          <w:color w:val="000000"/>
          <w:sz w:val="20"/>
          <w:szCs w:val="20"/>
        </w:rPr>
        <w:t>3</w:t>
      </w:r>
      <w:r w:rsidRPr="00550ED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407B00">
        <w:rPr>
          <w:rFonts w:ascii="Cambria" w:hAnsi="Cambria"/>
          <w:b/>
          <w:bCs/>
          <w:sz w:val="20"/>
          <w:szCs w:val="20"/>
        </w:rPr>
        <w:t>5</w:t>
      </w:r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2B12FD">
      <w:headerReference w:type="default" r:id="rId9"/>
      <w:footerReference w:type="default" r:id="rId10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F46" w:rsidRDefault="00EB4F46" w:rsidP="001753C1">
      <w:pPr>
        <w:spacing w:after="0" w:line="240" w:lineRule="auto"/>
      </w:pPr>
      <w:r>
        <w:separator/>
      </w:r>
    </w:p>
  </w:endnote>
  <w:endnote w:type="continuationSeparator" w:id="0">
    <w:p w:rsidR="00EB4F46" w:rsidRDefault="00EB4F46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4E" w:rsidRDefault="00874F4E">
    <w:pPr>
      <w:pStyle w:val="Stopka"/>
    </w:pPr>
    <w:r w:rsidRPr="002D3C71">
      <w:rPr>
        <w:noProof/>
        <w:lang w:eastAsia="pl-PL"/>
      </w:rPr>
      <w:drawing>
        <wp:inline distT="0" distB="0" distL="0" distR="0" wp14:anchorId="7D7A626D" wp14:editId="5B1EED8D">
          <wp:extent cx="5759450" cy="807720"/>
          <wp:effectExtent l="0" t="0" r="0" b="0"/>
          <wp:docPr id="1" name="Obraz 1" descr="W:\Edyta Kamińska\EFS+\Logotypy FEL 2021-2027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Edyta Kamińska\EFS+\Logotypy FEL 2021-2027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F46" w:rsidRDefault="00EB4F46" w:rsidP="001753C1">
      <w:pPr>
        <w:spacing w:after="0" w:line="240" w:lineRule="auto"/>
      </w:pPr>
      <w:r>
        <w:separator/>
      </w:r>
    </w:p>
  </w:footnote>
  <w:footnote w:type="continuationSeparator" w:id="0">
    <w:p w:rsidR="00EB4F46" w:rsidRDefault="00EB4F46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46" w:rsidRPr="00B11386" w:rsidRDefault="00EB4F46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EB4F46" w:rsidRPr="00B11386" w:rsidRDefault="00EB4F46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CAZ.SZ.271-7</w:t>
    </w:r>
    <w:r w:rsidRPr="00B11386">
      <w:rPr>
        <w:rFonts w:ascii="Caliber" w:eastAsia="Calibri" w:hAnsi="Caliber" w:cs="Tahoma"/>
        <w:b/>
        <w:bCs/>
        <w:sz w:val="20"/>
        <w:szCs w:val="20"/>
      </w:rPr>
      <w:t>/24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D672C"/>
    <w:rsid w:val="001359A3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A62F0"/>
    <w:rsid w:val="003C3960"/>
    <w:rsid w:val="003C5D7A"/>
    <w:rsid w:val="00407B00"/>
    <w:rsid w:val="00456393"/>
    <w:rsid w:val="00480495"/>
    <w:rsid w:val="00550ED0"/>
    <w:rsid w:val="00564CD3"/>
    <w:rsid w:val="00665C4B"/>
    <w:rsid w:val="0078207A"/>
    <w:rsid w:val="007C14F8"/>
    <w:rsid w:val="007C46A0"/>
    <w:rsid w:val="00852163"/>
    <w:rsid w:val="00874F4E"/>
    <w:rsid w:val="00886554"/>
    <w:rsid w:val="008A270B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BE6EE9"/>
    <w:rsid w:val="00C57D59"/>
    <w:rsid w:val="00C72214"/>
    <w:rsid w:val="00D53F6F"/>
    <w:rsid w:val="00D83826"/>
    <w:rsid w:val="00DE6E04"/>
    <w:rsid w:val="00E0321E"/>
    <w:rsid w:val="00EA572A"/>
    <w:rsid w:val="00EB4F46"/>
    <w:rsid w:val="00EE4D19"/>
    <w:rsid w:val="00F942E8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9784B-1973-485D-98B0-7718EB68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29F0D3B5</Template>
  <TotalTime>7</TotalTime>
  <Pages>4</Pages>
  <Words>1622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5</cp:revision>
  <cp:lastPrinted>2024-03-06T11:58:00Z</cp:lastPrinted>
  <dcterms:created xsi:type="dcterms:W3CDTF">2024-09-05T08:33:00Z</dcterms:created>
  <dcterms:modified xsi:type="dcterms:W3CDTF">2024-09-05T11:13:00Z</dcterms:modified>
</cp:coreProperties>
</file>